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BF5" w:rsidRPr="003520AB" w:rsidRDefault="00F8605F" w:rsidP="00463BF5">
      <w:pPr>
        <w:spacing w:before="100" w:beforeAutospacing="1" w:after="100" w:afterAutospacing="1"/>
        <w:jc w:val="center"/>
      </w:pPr>
      <w:r>
        <w:rPr>
          <w:sz w:val="44"/>
          <w:szCs w:val="44"/>
        </w:rPr>
        <w:t>NÁVRH U</w:t>
      </w:r>
      <w:r w:rsidR="00610CC0">
        <w:rPr>
          <w:sz w:val="44"/>
          <w:szCs w:val="44"/>
        </w:rPr>
        <w:t>S</w:t>
      </w:r>
      <w:r w:rsidR="00610CC0" w:rsidRPr="00610CC0">
        <w:rPr>
          <w:sz w:val="44"/>
          <w:szCs w:val="44"/>
        </w:rPr>
        <w:t>NESENÍ</w:t>
      </w:r>
      <w:r w:rsidR="00C538FD" w:rsidRPr="003520AB">
        <w:rPr>
          <w:sz w:val="44"/>
          <w:szCs w:val="44"/>
        </w:rPr>
        <w:br/>
      </w:r>
      <w:r w:rsidR="004D4E7B" w:rsidRPr="003520AB">
        <w:rPr>
          <w:sz w:val="36"/>
          <w:szCs w:val="36"/>
        </w:rPr>
        <w:t>VLÁDY ČESKÉ REPUBLIKY</w:t>
      </w:r>
      <w:r w:rsidR="004D4E7B" w:rsidRPr="003520AB">
        <w:rPr>
          <w:sz w:val="36"/>
          <w:szCs w:val="36"/>
        </w:rPr>
        <w:br/>
      </w:r>
      <w:r w:rsidR="004D4E7B" w:rsidRPr="003520AB">
        <w:t xml:space="preserve">ze dne </w:t>
      </w:r>
      <w:r w:rsidR="0088630F" w:rsidRPr="003520AB">
        <w:fldChar w:fldCharType="begin"/>
      </w:r>
      <w:r w:rsidR="0088630F" w:rsidRPr="003520AB">
        <w:instrText xml:space="preserve"> MACROBUTTON  AkcentČárka </w:instrText>
      </w:r>
      <w:r w:rsidR="0088630F" w:rsidRPr="003520AB">
        <w:fldChar w:fldCharType="end"/>
      </w:r>
      <w:r w:rsidR="00E2646E" w:rsidRPr="003520AB">
        <w:fldChar w:fldCharType="begin">
          <w:ffData>
            <w:name w:val="Text1"/>
            <w:enabled/>
            <w:calcOnExit w:val="0"/>
            <w:helpText w:type="text" w:val="Vepište datum"/>
            <w:statusText w:type="text" w:val="Vepište datum"/>
            <w:textInput>
              <w:type w:val="date"/>
              <w:format w:val="d. MMMM yyyy"/>
            </w:textInput>
          </w:ffData>
        </w:fldChar>
      </w:r>
      <w:bookmarkStart w:id="0" w:name="Text1"/>
      <w:r w:rsidR="00E2646E" w:rsidRPr="003520AB">
        <w:instrText xml:space="preserve"> FORMTEXT </w:instrText>
      </w:r>
      <w:r w:rsidR="00E2646E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E2646E" w:rsidRPr="003520AB">
        <w:fldChar w:fldCharType="end"/>
      </w:r>
      <w:bookmarkEnd w:id="0"/>
      <w:r w:rsidR="00A336DB" w:rsidRPr="003520AB">
        <w:t xml:space="preserve"> </w:t>
      </w:r>
      <w:r w:rsidR="004D4E7B" w:rsidRPr="003520AB">
        <w:t xml:space="preserve">č. </w:t>
      </w:r>
      <w:r w:rsidR="002E4CB1" w:rsidRPr="003520AB">
        <w:fldChar w:fldCharType="begin">
          <w:ffData>
            <w:name w:val="Text2"/>
            <w:enabled/>
            <w:calcOnExit w:val="0"/>
            <w:helpText w:type="text" w:val="Vypište číslo usnesení"/>
            <w:statusText w:type="text" w:val="Vypište číslo usnesení"/>
            <w:textInput>
              <w:type w:val="number"/>
              <w:format w:val="0"/>
            </w:textInput>
          </w:ffData>
        </w:fldChar>
      </w:r>
      <w:bookmarkStart w:id="1" w:name="Text2"/>
      <w:r w:rsidR="002E4CB1" w:rsidRPr="003520AB">
        <w:instrText xml:space="preserve"> FORMTEXT </w:instrText>
      </w:r>
      <w:r w:rsidR="002E4CB1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2E4CB1" w:rsidRPr="003520AB">
        <w:fldChar w:fldCharType="end"/>
      </w:r>
      <w:bookmarkEnd w:id="1"/>
    </w:p>
    <w:p w:rsidR="00140430" w:rsidRPr="00140430" w:rsidRDefault="002E4CB1" w:rsidP="00140430">
      <w:pPr>
        <w:jc w:val="center"/>
        <w:rPr>
          <w:b/>
          <w:noProof/>
        </w:rPr>
      </w:pPr>
      <w:r w:rsidRPr="003520AB">
        <w:rPr>
          <w:b/>
        </w:rPr>
        <w:fldChar w:fldCharType="begin">
          <w:ffData>
            <w:name w:val="Text3"/>
            <w:enabled/>
            <w:calcOnExit w:val="0"/>
            <w:helpText w:type="text" w:val="Zadejte název usnesení"/>
            <w:statusText w:type="text" w:val="Zadejte název usnesení"/>
            <w:textInput/>
          </w:ffData>
        </w:fldChar>
      </w:r>
      <w:bookmarkStart w:id="2" w:name="Text3"/>
      <w:r w:rsidRPr="003520AB">
        <w:rPr>
          <w:b/>
        </w:rPr>
        <w:instrText xml:space="preserve"> FORMTEXT </w:instrText>
      </w:r>
      <w:r w:rsidRPr="003520AB">
        <w:rPr>
          <w:b/>
        </w:rPr>
      </w:r>
      <w:r w:rsidRPr="003520AB">
        <w:rPr>
          <w:b/>
        </w:rPr>
        <w:fldChar w:fldCharType="separate"/>
      </w:r>
      <w:r w:rsidR="00FF7F20">
        <w:rPr>
          <w:b/>
        </w:rPr>
        <w:t xml:space="preserve"> </w:t>
      </w:r>
      <w:r w:rsidR="00BA5BAD">
        <w:rPr>
          <w:b/>
        </w:rPr>
        <w:t xml:space="preserve">Návrh </w:t>
      </w:r>
      <w:r w:rsidR="00140430" w:rsidRPr="00140430">
        <w:rPr>
          <w:b/>
          <w:noProof/>
        </w:rPr>
        <w:t>Program</w:t>
      </w:r>
      <w:r w:rsidR="00BA5BAD">
        <w:rPr>
          <w:b/>
          <w:noProof/>
        </w:rPr>
        <w:t>u</w:t>
      </w:r>
      <w:bookmarkStart w:id="3" w:name="_GoBack"/>
      <w:bookmarkEnd w:id="3"/>
      <w:r w:rsidR="00140430" w:rsidRPr="00140430">
        <w:rPr>
          <w:b/>
          <w:noProof/>
        </w:rPr>
        <w:t xml:space="preserve"> podpory mezinárodní spolupráce ve výzkumu a vývoji </w:t>
      </w:r>
    </w:p>
    <w:p w:rsidR="004D4E7B" w:rsidRPr="003520AB" w:rsidRDefault="00140430" w:rsidP="00140430">
      <w:pPr>
        <w:jc w:val="center"/>
      </w:pPr>
      <w:r w:rsidRPr="00140430">
        <w:rPr>
          <w:b/>
          <w:noProof/>
        </w:rPr>
        <w:t xml:space="preserve">INTER- EXCELLENCE </w:t>
      </w:r>
      <w:r w:rsidR="002E4CB1" w:rsidRPr="003520AB">
        <w:rPr>
          <w:b/>
        </w:rPr>
        <w:fldChar w:fldCharType="end"/>
      </w:r>
      <w:bookmarkEnd w:id="2"/>
    </w:p>
    <w:p w:rsidR="00CF26CB" w:rsidRDefault="00CF26CB" w:rsidP="00CF26CB">
      <w:pPr>
        <w:rPr>
          <w:spacing w:val="70"/>
        </w:rPr>
      </w:pPr>
    </w:p>
    <w:p w:rsidR="007F0298" w:rsidRDefault="004D4E7B" w:rsidP="00A122F6">
      <w:pPr>
        <w:spacing w:before="100" w:beforeAutospacing="1" w:after="100" w:afterAutospacing="1"/>
        <w:ind w:firstLine="540"/>
        <w:rPr>
          <w:spacing w:val="70"/>
        </w:rPr>
      </w:pPr>
      <w:r w:rsidRPr="003520AB">
        <w:rPr>
          <w:spacing w:val="70"/>
        </w:rPr>
        <w:t>Vláda</w:t>
      </w:r>
    </w:p>
    <w:p w:rsidR="00FF7F20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3"/>
            <w:enabled/>
            <w:calcOnExit w:val="0"/>
            <w:ddList>
              <w:listEntry w:val="I."/>
              <w:listEntry w:val=" "/>
            </w:ddList>
          </w:ffData>
        </w:fldChar>
      </w:r>
      <w:bookmarkStart w:id="4" w:name="Rozevírací3"/>
      <w:r>
        <w:instrText xml:space="preserve"> FORMDROPDOWN </w:instrText>
      </w:r>
      <w:r w:rsidR="00BA5BAD">
        <w:fldChar w:fldCharType="separate"/>
      </w:r>
      <w:r>
        <w:fldChar w:fldCharType="end"/>
      </w:r>
      <w:bookmarkEnd w:id="4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5" w:name="Text10"/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FF7F20">
        <w:rPr>
          <w:noProof/>
          <w:spacing w:val="60"/>
        </w:rPr>
        <w:t>schvaluje</w:t>
      </w:r>
      <w:r w:rsidRPr="003520AB">
        <w:rPr>
          <w:spacing w:val="60"/>
        </w:rPr>
        <w:fldChar w:fldCharType="end"/>
      </w:r>
      <w:bookmarkEnd w:id="5"/>
      <w:r w:rsidRPr="003520AB">
        <w:t xml:space="preserve">   </w:t>
      </w:r>
      <w:r w:rsidRPr="003520AB">
        <w:fldChar w:fldCharType="begin">
          <w:ffData>
            <w:name w:val="Text4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6" w:name="Text4"/>
      <w:r w:rsidRPr="003520AB">
        <w:instrText xml:space="preserve"> FORMTEXT </w:instrText>
      </w:r>
      <w:r w:rsidRPr="003520AB">
        <w:fldChar w:fldCharType="separate"/>
      </w:r>
    </w:p>
    <w:p w:rsidR="005266D6" w:rsidRDefault="00EC1469" w:rsidP="00A3658C">
      <w:pPr>
        <w:spacing w:before="120"/>
        <w:ind w:firstLine="540"/>
        <w:jc w:val="both"/>
      </w:pPr>
      <w:r>
        <w:t xml:space="preserve">návrh </w:t>
      </w:r>
      <w:r w:rsidR="005266D6">
        <w:t>Program</w:t>
      </w:r>
      <w:r>
        <w:t>u</w:t>
      </w:r>
      <w:r w:rsidR="005266D6">
        <w:t xml:space="preserve"> podpory mezinárodní spolupráce Inter-Excellence (dále jen Program) </w:t>
      </w:r>
      <w:r>
        <w:t xml:space="preserve">obsažený v </w:t>
      </w:r>
      <w:r w:rsidR="005266D6">
        <w:t xml:space="preserve"> části III materiálu</w:t>
      </w:r>
      <w:r>
        <w:t>;</w:t>
      </w:r>
      <w:r w:rsidR="00FF7F20">
        <w:t> </w:t>
      </w:r>
      <w:r w:rsidR="00FF7F20">
        <w:t> </w:t>
      </w:r>
      <w:r w:rsidR="00FF7F20">
        <w:t> </w:t>
      </w:r>
      <w:r w:rsidR="00FF7F20">
        <w:t> </w:t>
      </w:r>
    </w:p>
    <w:p w:rsidR="00F846C3" w:rsidRPr="003520AB" w:rsidRDefault="00F846C3" w:rsidP="00A3658C">
      <w:pPr>
        <w:spacing w:before="120"/>
        <w:ind w:firstLine="540"/>
        <w:jc w:val="both"/>
      </w:pPr>
      <w:r w:rsidRPr="003520AB">
        <w:fldChar w:fldCharType="end"/>
      </w:r>
      <w:bookmarkEnd w:id="6"/>
    </w:p>
    <w:p w:rsidR="005266D6" w:rsidRDefault="00F846C3" w:rsidP="00A3658C">
      <w:pPr>
        <w:spacing w:before="120"/>
        <w:ind w:firstLine="540"/>
        <w:jc w:val="both"/>
        <w:rPr>
          <w:noProof/>
        </w:rPr>
      </w:pPr>
      <w:r>
        <w:fldChar w:fldCharType="begin">
          <w:ffData>
            <w:name w:val="Rozevírací4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."/>
              <w:listEntry w:val=" "/>
            </w:ddList>
          </w:ffData>
        </w:fldChar>
      </w:r>
      <w:bookmarkStart w:id="7" w:name="Rozevírací4"/>
      <w:r>
        <w:instrText xml:space="preserve"> FORMDROPDOWN </w:instrText>
      </w:r>
      <w:r w:rsidR="00BA5BAD">
        <w:fldChar w:fldCharType="separate"/>
      </w:r>
      <w:r>
        <w:fldChar w:fldCharType="end"/>
      </w:r>
      <w:bookmarkEnd w:id="7"/>
      <w:r w:rsidRPr="003520AB">
        <w:t xml:space="preserve">   </w:t>
      </w:r>
      <w:r w:rsidRPr="003520AB">
        <w:rPr>
          <w:spacing w:val="50"/>
        </w:rPr>
        <w:fldChar w:fldCharType="begin">
          <w:ffData>
            <w:name w:val="Text11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8" w:name="Text11"/>
      <w:r w:rsidRPr="003520AB">
        <w:rPr>
          <w:spacing w:val="50"/>
        </w:rPr>
        <w:instrText xml:space="preserve"> FORMTEXT </w:instrText>
      </w:r>
      <w:r w:rsidRPr="003520AB">
        <w:rPr>
          <w:spacing w:val="50"/>
        </w:rPr>
      </w:r>
      <w:r w:rsidRPr="003520AB">
        <w:rPr>
          <w:spacing w:val="50"/>
        </w:rPr>
        <w:fldChar w:fldCharType="separate"/>
      </w:r>
      <w:r w:rsidR="005266D6">
        <w:rPr>
          <w:noProof/>
          <w:spacing w:val="50"/>
        </w:rPr>
        <w:t>ukládá</w:t>
      </w:r>
      <w:r w:rsidRPr="003520AB">
        <w:rPr>
          <w:spacing w:val="50"/>
        </w:rPr>
        <w:fldChar w:fldCharType="end"/>
      </w:r>
      <w:bookmarkEnd w:id="8"/>
      <w:r w:rsidRPr="003520AB">
        <w:t xml:space="preserve">   </w:t>
      </w:r>
      <w:r w:rsidRPr="003520AB">
        <w:fldChar w:fldCharType="begin">
          <w:ffData>
            <w:name w:val="Text5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9" w:name="Text5"/>
      <w:r w:rsidRPr="003520AB">
        <w:instrText xml:space="preserve"> FORMTEXT </w:instrText>
      </w:r>
      <w:r w:rsidRPr="003520AB">
        <w:fldChar w:fldCharType="separate"/>
      </w:r>
      <w:r w:rsidR="005266D6">
        <w:t xml:space="preserve">1. </w:t>
      </w:r>
      <w:r w:rsidR="005266D6">
        <w:rPr>
          <w:noProof/>
        </w:rPr>
        <w:t>místopředsedovi</w:t>
      </w:r>
      <w:r w:rsidR="00EC1469">
        <w:rPr>
          <w:noProof/>
        </w:rPr>
        <w:t xml:space="preserve"> vlády</w:t>
      </w:r>
      <w:r w:rsidR="005266D6">
        <w:rPr>
          <w:noProof/>
        </w:rPr>
        <w:t xml:space="preserve"> pro vědu, výzkum a inovace </w:t>
      </w:r>
      <w:r w:rsidR="00EC1469">
        <w:rPr>
          <w:noProof/>
        </w:rPr>
        <w:t xml:space="preserve">a předsedovi Rady pro výzkum, vývoj a inovace </w:t>
      </w:r>
      <w:r w:rsidR="005266D6">
        <w:rPr>
          <w:noProof/>
        </w:rPr>
        <w:t>ve spolupráci s</w:t>
      </w:r>
      <w:r w:rsidR="00EC1469">
        <w:rPr>
          <w:noProof/>
        </w:rPr>
        <w:t xml:space="preserve"> 1. místopředsedou pro ekonomiku a </w:t>
      </w:r>
      <w:r w:rsidR="005266D6">
        <w:rPr>
          <w:noProof/>
        </w:rPr>
        <w:t>ministrem financí</w:t>
      </w:r>
    </w:p>
    <w:p w:rsidR="00EC1469" w:rsidRDefault="005266D6" w:rsidP="00A3658C">
      <w:pPr>
        <w:spacing w:before="120"/>
        <w:ind w:firstLine="540"/>
        <w:jc w:val="both"/>
        <w:rPr>
          <w:noProof/>
        </w:rPr>
      </w:pPr>
      <w:r>
        <w:rPr>
          <w:noProof/>
        </w:rPr>
        <w:t xml:space="preserve">aby </w:t>
      </w:r>
      <w:r w:rsidR="00EC1469">
        <w:rPr>
          <w:noProof/>
        </w:rPr>
        <w:t>zohlednil</w:t>
      </w:r>
      <w:r>
        <w:rPr>
          <w:noProof/>
        </w:rPr>
        <w:t xml:space="preserve"> </w:t>
      </w:r>
      <w:r w:rsidR="00EC1469">
        <w:rPr>
          <w:noProof/>
        </w:rPr>
        <w:t>náklady</w:t>
      </w:r>
      <w:r>
        <w:rPr>
          <w:noProof/>
        </w:rPr>
        <w:t xml:space="preserve"> Programu ze státního rozpočtu </w:t>
      </w:r>
      <w:r w:rsidR="00EC1469">
        <w:rPr>
          <w:noProof/>
        </w:rPr>
        <w:t>v</w:t>
      </w:r>
      <w:r>
        <w:rPr>
          <w:noProof/>
        </w:rPr>
        <w:t xml:space="preserve"> návrhu střednědobého výhledu</w:t>
      </w:r>
      <w:r w:rsidR="00421BA9">
        <w:rPr>
          <w:noProof/>
        </w:rPr>
        <w:t xml:space="preserve"> státního rozpočtu na</w:t>
      </w:r>
      <w:r>
        <w:rPr>
          <w:noProof/>
        </w:rPr>
        <w:t xml:space="preserve"> podpor</w:t>
      </w:r>
      <w:r w:rsidR="00421BA9">
        <w:rPr>
          <w:noProof/>
        </w:rPr>
        <w:t>u</w:t>
      </w:r>
      <w:r>
        <w:rPr>
          <w:noProof/>
        </w:rPr>
        <w:t xml:space="preserve"> výzkumu, vývoje a inovací podle části III materiálu od roku 2018</w:t>
      </w:r>
      <w:r w:rsidR="00421BA9">
        <w:rPr>
          <w:noProof/>
        </w:rPr>
        <w:t>;</w:t>
      </w:r>
    </w:p>
    <w:p w:rsidR="00EC1469" w:rsidRDefault="00EC1469" w:rsidP="00A3658C">
      <w:pPr>
        <w:spacing w:before="120"/>
        <w:ind w:firstLine="540"/>
        <w:jc w:val="both"/>
        <w:rPr>
          <w:noProof/>
        </w:rPr>
      </w:pPr>
      <w:r>
        <w:rPr>
          <w:noProof/>
        </w:rPr>
        <w:t xml:space="preserve">                              2. ministryni školství, mládeže a tělovýchovy</w:t>
      </w:r>
    </w:p>
    <w:p w:rsidR="00EC1469" w:rsidRDefault="00EC1469" w:rsidP="00A3658C">
      <w:pPr>
        <w:spacing w:before="120"/>
        <w:ind w:firstLine="540"/>
        <w:jc w:val="both"/>
        <w:rPr>
          <w:noProof/>
        </w:rPr>
      </w:pPr>
      <w:r>
        <w:rPr>
          <w:noProof/>
        </w:rPr>
        <w:t>aby  zajistila provádění Programu podle části III materiálu</w:t>
      </w:r>
      <w:r w:rsidR="00421BA9">
        <w:rPr>
          <w:noProof/>
        </w:rPr>
        <w:t xml:space="preserve"> včetně jeho vyhlášení po schválení Vládou České republiky</w:t>
      </w:r>
      <w:r>
        <w:rPr>
          <w:noProof/>
        </w:rPr>
        <w:t>.</w:t>
      </w:r>
    </w:p>
    <w:p w:rsidR="00F846C3" w:rsidRPr="003520AB" w:rsidRDefault="00F846C3" w:rsidP="00A3658C">
      <w:pPr>
        <w:spacing w:before="120"/>
        <w:ind w:firstLine="540"/>
        <w:jc w:val="both"/>
        <w:rPr>
          <w:spacing w:val="50"/>
        </w:rPr>
      </w:pPr>
      <w:r w:rsidRPr="003520AB">
        <w:fldChar w:fldCharType="end"/>
      </w:r>
      <w:bookmarkEnd w:id="9"/>
    </w:p>
    <w:p w:rsidR="00F846C3" w:rsidRPr="003520AB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6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result w:val="1"/>
              <w:listEntry w:val="III."/>
              <w:listEntry w:val=" "/>
            </w:ddList>
          </w:ffData>
        </w:fldChar>
      </w:r>
      <w:bookmarkStart w:id="10" w:name="Rozevírací6"/>
      <w:r>
        <w:instrText xml:space="preserve"> FORMDROPDOWN </w:instrText>
      </w:r>
      <w:r w:rsidR="00BA5BAD">
        <w:fldChar w:fldCharType="separate"/>
      </w:r>
      <w:r>
        <w:fldChar w:fldCharType="end"/>
      </w:r>
      <w:bookmarkEnd w:id="10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F846C3" w:rsidRPr="003520AB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7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IV."/>
            </w:ddList>
          </w:ffData>
        </w:fldChar>
      </w:r>
      <w:bookmarkStart w:id="11" w:name="Rozevírací7"/>
      <w:r>
        <w:instrText xml:space="preserve"> FORMDROPDOWN </w:instrText>
      </w:r>
      <w:r w:rsidR="00BA5BAD">
        <w:fldChar w:fldCharType="separate"/>
      </w:r>
      <w:r>
        <w:fldChar w:fldCharType="end"/>
      </w:r>
      <w:bookmarkEnd w:id="11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F846C3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9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."/>
            </w:ddList>
          </w:ffData>
        </w:fldChar>
      </w:r>
      <w:bookmarkStart w:id="12" w:name="Rozevírací9"/>
      <w:r>
        <w:instrText xml:space="preserve"> FORMDROPDOWN </w:instrText>
      </w:r>
      <w:r w:rsidR="00BA5BAD">
        <w:fldChar w:fldCharType="separate"/>
      </w:r>
      <w:r>
        <w:fldChar w:fldCharType="end"/>
      </w:r>
      <w:bookmarkEnd w:id="12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A3658C" w:rsidRDefault="00A3658C" w:rsidP="0085655D">
      <w:pPr>
        <w:spacing w:before="120" w:after="120"/>
        <w:ind w:firstLine="539"/>
        <w:jc w:val="both"/>
      </w:pPr>
      <w:r>
        <w:fldChar w:fldCharType="begin">
          <w:ffData>
            <w:name w:val="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I."/>
            </w:ddList>
          </w:ffData>
        </w:fldChar>
      </w:r>
      <w:r>
        <w:instrText xml:space="preserve"> FORMDROPDOWN </w:instrText>
      </w:r>
      <w:r w:rsidR="00BA5BAD">
        <w:fldChar w:fldCharType="separate"/>
      </w:r>
      <w:r>
        <w:fldChar w:fldCharType="end"/>
      </w:r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421BA9">
        <w:t> </w:t>
      </w:r>
      <w:r w:rsidR="00421BA9">
        <w:t> </w:t>
      </w:r>
      <w:r w:rsidR="00421BA9">
        <w:t> </w:t>
      </w:r>
      <w:r w:rsidR="00421BA9">
        <w:t> </w:t>
      </w:r>
      <w:r w:rsidR="00421BA9">
        <w:t> </w:t>
      </w:r>
      <w:r w:rsidRPr="003520AB">
        <w:fldChar w:fldCharType="end"/>
      </w:r>
    </w:p>
    <w:p w:rsidR="00862995" w:rsidRDefault="00862995" w:rsidP="00EF76F6"/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048"/>
      </w:tblGrid>
      <w:tr w:rsidR="0059051D" w:rsidTr="00C11248">
        <w:trPr>
          <w:trHeight w:val="226"/>
        </w:trPr>
        <w:tc>
          <w:tcPr>
            <w:tcW w:w="6048" w:type="dxa"/>
          </w:tcPr>
          <w:p w:rsidR="0059051D" w:rsidRPr="00C11248" w:rsidRDefault="007C336D" w:rsidP="00EF76F6">
            <w:pPr>
              <w:rPr>
                <w:u w:val="single"/>
              </w:rPr>
            </w:pPr>
            <w:r w:rsidRPr="00C11248">
              <w:rPr>
                <w:u w:val="single"/>
              </w:rPr>
              <w:fldChar w:fldCharType="begin">
                <w:ffData>
                  <w:name w:val="Rozevírací1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listEntry w:val="Provede:"/>
                    <w:listEntry w:val="Provedou:"/>
                    <w:listEntry w:val=" "/>
                  </w:ddList>
                </w:ffData>
              </w:fldChar>
            </w:r>
            <w:bookmarkStart w:id="13" w:name="Rozevírací1"/>
            <w:r w:rsidRPr="00C11248">
              <w:rPr>
                <w:u w:val="single"/>
              </w:rPr>
              <w:instrText xml:space="preserve"> FORMDROPDOWN </w:instrText>
            </w:r>
            <w:r w:rsidR="00BA5BAD">
              <w:rPr>
                <w:u w:val="single"/>
              </w:rPr>
            </w:r>
            <w:r w:rsidR="00BA5BAD">
              <w:rPr>
                <w:u w:val="single"/>
              </w:rPr>
              <w:fldChar w:fldCharType="separate"/>
            </w:r>
            <w:r w:rsidRPr="00C11248">
              <w:rPr>
                <w:u w:val="single"/>
              </w:rPr>
              <w:fldChar w:fldCharType="end"/>
            </w:r>
            <w:bookmarkEnd w:id="13"/>
          </w:p>
          <w:p w:rsidR="00EC1469" w:rsidRDefault="0059051D" w:rsidP="00EC1469">
            <w:pPr>
              <w:rPr>
                <w:noProof/>
              </w:rPr>
            </w:pPr>
            <w:r>
              <w:fldChar w:fldCharType="begin">
                <w:ffData>
                  <w:name w:val="Text13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4" w:name="Text13"/>
            <w:r>
              <w:instrText xml:space="preserve"> FORMTEXT </w:instrText>
            </w:r>
            <w:r>
              <w:fldChar w:fldCharType="separate"/>
            </w:r>
            <w:r w:rsidR="00EC1469">
              <w:rPr>
                <w:noProof/>
              </w:rPr>
              <w:t xml:space="preserve">místopředseda vlády pro vědu, výzkum a inovace </w:t>
            </w:r>
            <w:r w:rsidR="00421BA9">
              <w:rPr>
                <w:noProof/>
              </w:rPr>
              <w:t xml:space="preserve">a předseda Rady pro výzkum, vývoj a inovace </w:t>
            </w:r>
            <w:r w:rsidR="00EC1469">
              <w:rPr>
                <w:noProof/>
              </w:rPr>
              <w:t xml:space="preserve">ve spolupráci s 1. místopředsedou vlády pro ekomoniku a ministrem financí </w:t>
            </w:r>
          </w:p>
          <w:p w:rsidR="0059051D" w:rsidRDefault="00EC1469" w:rsidP="00EC1469">
            <w:r>
              <w:rPr>
                <w:noProof/>
              </w:rPr>
              <w:t>ministryně školství, mládeže a tělovýchovy</w:t>
            </w:r>
            <w:r w:rsidR="0059051D">
              <w:fldChar w:fldCharType="end"/>
            </w:r>
            <w:bookmarkEnd w:id="14"/>
          </w:p>
        </w:tc>
      </w:tr>
      <w:tr w:rsidR="0059051D" w:rsidTr="00C11248">
        <w:trPr>
          <w:trHeight w:val="194"/>
        </w:trPr>
        <w:tc>
          <w:tcPr>
            <w:tcW w:w="6048" w:type="dxa"/>
          </w:tcPr>
          <w:p w:rsidR="0059051D" w:rsidRDefault="0059051D" w:rsidP="00C11248">
            <w:pPr>
              <w:spacing w:before="120"/>
            </w:pPr>
            <w:r>
              <w:lastRenderedPageBreak/>
              <w:fldChar w:fldCharType="begin">
                <w:ffData>
                  <w:name w:val="Rozevírací2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result w:val="1"/>
                    <w:listEntry w:val="Na vědomí:"/>
                    <w:listEntry w:val=" "/>
                  </w:ddList>
                </w:ffData>
              </w:fldChar>
            </w:r>
            <w:bookmarkStart w:id="15" w:name="Rozevírací2"/>
            <w:r>
              <w:instrText xml:space="preserve"> FORMDROPDOWN </w:instrText>
            </w:r>
            <w:r w:rsidR="00BA5BAD">
              <w:fldChar w:fldCharType="separate"/>
            </w:r>
            <w:r>
              <w:fldChar w:fldCharType="end"/>
            </w:r>
            <w:bookmarkEnd w:id="15"/>
          </w:p>
          <w:p w:rsidR="0059051D" w:rsidRDefault="0059051D" w:rsidP="00C11248">
            <w:pPr>
              <w:spacing w:after="120" w:line="360" w:lineRule="auto"/>
            </w:pPr>
            <w:r w:rsidRPr="003520AB">
              <w:fldChar w:fldCharType="begin">
                <w:ffData>
                  <w:name w:val="Text7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6" w:name="Text7"/>
            <w:r w:rsidRPr="003520AB">
              <w:instrText xml:space="preserve"> FORMTEXT </w:instrText>
            </w:r>
            <w:r w:rsidRPr="003520AB">
              <w:fldChar w:fldCharType="separate"/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Pr="003520AB">
              <w:fldChar w:fldCharType="end"/>
            </w:r>
            <w:bookmarkEnd w:id="16"/>
          </w:p>
        </w:tc>
      </w:tr>
    </w:tbl>
    <w:p w:rsidR="003935E3" w:rsidRPr="00ED5D01" w:rsidRDefault="003935E3" w:rsidP="00FD1F43">
      <w:pPr>
        <w:spacing w:before="100" w:beforeAutospacing="1" w:after="240" w:line="360" w:lineRule="auto"/>
      </w:pPr>
    </w:p>
    <w:sectPr w:rsidR="003935E3" w:rsidRPr="00ED5D01" w:rsidSect="00633793"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35631"/>
    <w:multiLevelType w:val="multilevel"/>
    <w:tmpl w:val="04050023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F2812CC"/>
    <w:multiLevelType w:val="multilevel"/>
    <w:tmpl w:val="8BF4A604"/>
    <w:numStyleLink w:val="usneseni"/>
  </w:abstractNum>
  <w:abstractNum w:abstractNumId="2" w15:restartNumberingAfterBreak="0">
    <w:nsid w:val="441C1CE7"/>
    <w:multiLevelType w:val="multilevel"/>
    <w:tmpl w:val="8BF4A604"/>
    <w:numStyleLink w:val="usneseni"/>
  </w:abstractNum>
  <w:abstractNum w:abstractNumId="3" w15:restartNumberingAfterBreak="0">
    <w:nsid w:val="51AC6EC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A3B555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A4B523C"/>
    <w:multiLevelType w:val="multilevel"/>
    <w:tmpl w:val="8BF4A604"/>
    <w:styleLink w:val="usneseni"/>
    <w:lvl w:ilvl="0">
      <w:start w:val="1"/>
      <w:numFmt w:val="upperRoman"/>
      <w:lvlText w:val="%1."/>
      <w:lvlJc w:val="left"/>
      <w:pPr>
        <w:tabs>
          <w:tab w:val="num" w:pos="871"/>
        </w:tabs>
        <w:ind w:left="-150" w:firstLine="510"/>
      </w:pPr>
      <w:rPr>
        <w:rFonts w:ascii="Times New Roman" w:hAnsi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70"/>
        </w:tabs>
        <w:ind w:left="-15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-15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290"/>
        </w:tabs>
        <w:ind w:left="1290" w:hanging="363"/>
      </w:pPr>
      <w:rPr>
        <w:rFonts w:ascii="Times New Roman" w:hAnsi="Times New Roman" w:hint="default"/>
        <w:sz w:val="24"/>
      </w:rPr>
    </w:lvl>
    <w:lvl w:ilvl="4">
      <w:start w:val="1"/>
      <w:numFmt w:val="none"/>
      <w:lvlText w:val="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370"/>
        </w:tabs>
        <w:ind w:left="237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30"/>
        </w:tabs>
        <w:ind w:left="273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090"/>
        </w:tabs>
        <w:ind w:left="309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g5igsTS1us3ldZYp3KXsTFBk1RrYcFEcpJsYM5G9ShSj+8iWKdLLrTVxV1PHd7cALlZgrVTPw/MFrlO5mUkvw==" w:salt="ueK+ayegvfcssqP1UwK8Pg==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430"/>
    <w:rsid w:val="00014AD3"/>
    <w:rsid w:val="0003669A"/>
    <w:rsid w:val="000A7DA9"/>
    <w:rsid w:val="000B0D55"/>
    <w:rsid w:val="000B6A81"/>
    <w:rsid w:val="000E6C54"/>
    <w:rsid w:val="00102EE6"/>
    <w:rsid w:val="00115820"/>
    <w:rsid w:val="0012589B"/>
    <w:rsid w:val="0013293A"/>
    <w:rsid w:val="00132A2A"/>
    <w:rsid w:val="00140430"/>
    <w:rsid w:val="001532DC"/>
    <w:rsid w:val="00156985"/>
    <w:rsid w:val="00184A0F"/>
    <w:rsid w:val="001C119E"/>
    <w:rsid w:val="001D6E2B"/>
    <w:rsid w:val="001F71C4"/>
    <w:rsid w:val="00202ED6"/>
    <w:rsid w:val="00294D4C"/>
    <w:rsid w:val="002B2B34"/>
    <w:rsid w:val="002E4CB1"/>
    <w:rsid w:val="00320980"/>
    <w:rsid w:val="003357EE"/>
    <w:rsid w:val="0034557D"/>
    <w:rsid w:val="00351A97"/>
    <w:rsid w:val="003520AB"/>
    <w:rsid w:val="003656D9"/>
    <w:rsid w:val="003935E3"/>
    <w:rsid w:val="003A7EDD"/>
    <w:rsid w:val="003E2F9D"/>
    <w:rsid w:val="0040191B"/>
    <w:rsid w:val="00421BA9"/>
    <w:rsid w:val="00426F6C"/>
    <w:rsid w:val="0044201E"/>
    <w:rsid w:val="00450010"/>
    <w:rsid w:val="00463BF5"/>
    <w:rsid w:val="004D4E7B"/>
    <w:rsid w:val="004E22C5"/>
    <w:rsid w:val="004F3697"/>
    <w:rsid w:val="00513F9D"/>
    <w:rsid w:val="005266D6"/>
    <w:rsid w:val="0059051D"/>
    <w:rsid w:val="005D42E1"/>
    <w:rsid w:val="00610CC0"/>
    <w:rsid w:val="0061544C"/>
    <w:rsid w:val="00620555"/>
    <w:rsid w:val="006216A8"/>
    <w:rsid w:val="00633793"/>
    <w:rsid w:val="0067618B"/>
    <w:rsid w:val="0068376A"/>
    <w:rsid w:val="006B2766"/>
    <w:rsid w:val="007101C1"/>
    <w:rsid w:val="0071252C"/>
    <w:rsid w:val="007410C7"/>
    <w:rsid w:val="007420DF"/>
    <w:rsid w:val="007572FF"/>
    <w:rsid w:val="007757B6"/>
    <w:rsid w:val="00792388"/>
    <w:rsid w:val="007C336D"/>
    <w:rsid w:val="007F0298"/>
    <w:rsid w:val="007F608D"/>
    <w:rsid w:val="00833025"/>
    <w:rsid w:val="00837F4D"/>
    <w:rsid w:val="0085655D"/>
    <w:rsid w:val="00862995"/>
    <w:rsid w:val="00881305"/>
    <w:rsid w:val="0088630F"/>
    <w:rsid w:val="008D2EB2"/>
    <w:rsid w:val="009179EF"/>
    <w:rsid w:val="009360B9"/>
    <w:rsid w:val="00946EAA"/>
    <w:rsid w:val="0095395C"/>
    <w:rsid w:val="009824B3"/>
    <w:rsid w:val="00986C54"/>
    <w:rsid w:val="009935AB"/>
    <w:rsid w:val="009C109B"/>
    <w:rsid w:val="009D7AFB"/>
    <w:rsid w:val="009E448C"/>
    <w:rsid w:val="00A0754D"/>
    <w:rsid w:val="00A122F6"/>
    <w:rsid w:val="00A336DB"/>
    <w:rsid w:val="00A3658C"/>
    <w:rsid w:val="00AC6359"/>
    <w:rsid w:val="00AF1EEE"/>
    <w:rsid w:val="00B23C0D"/>
    <w:rsid w:val="00B526E2"/>
    <w:rsid w:val="00B56735"/>
    <w:rsid w:val="00B56B19"/>
    <w:rsid w:val="00B667B3"/>
    <w:rsid w:val="00B86452"/>
    <w:rsid w:val="00B97242"/>
    <w:rsid w:val="00BA5BAD"/>
    <w:rsid w:val="00BC3A94"/>
    <w:rsid w:val="00BD4242"/>
    <w:rsid w:val="00BD4FF9"/>
    <w:rsid w:val="00BF1DF3"/>
    <w:rsid w:val="00C11248"/>
    <w:rsid w:val="00C538FD"/>
    <w:rsid w:val="00CA2F7F"/>
    <w:rsid w:val="00CE4147"/>
    <w:rsid w:val="00CE694D"/>
    <w:rsid w:val="00CF26CB"/>
    <w:rsid w:val="00CF400E"/>
    <w:rsid w:val="00D3515D"/>
    <w:rsid w:val="00D40891"/>
    <w:rsid w:val="00DA5034"/>
    <w:rsid w:val="00DE6B78"/>
    <w:rsid w:val="00E1262C"/>
    <w:rsid w:val="00E2646E"/>
    <w:rsid w:val="00E43AA9"/>
    <w:rsid w:val="00EB564D"/>
    <w:rsid w:val="00EC1469"/>
    <w:rsid w:val="00ED24A2"/>
    <w:rsid w:val="00ED5D01"/>
    <w:rsid w:val="00EF76F6"/>
    <w:rsid w:val="00F24072"/>
    <w:rsid w:val="00F309D3"/>
    <w:rsid w:val="00F40A67"/>
    <w:rsid w:val="00F705DB"/>
    <w:rsid w:val="00F846C3"/>
    <w:rsid w:val="00F848AA"/>
    <w:rsid w:val="00F8605F"/>
    <w:rsid w:val="00FB6ABB"/>
    <w:rsid w:val="00FC76D3"/>
    <w:rsid w:val="00FD1F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BEFBE-0108-4E22-875B-D3FACC75B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ystrick\AppData\Local\Temp\02_navrh_usnes_v006-1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02_navrh_usnes_v006-1</Template>
  <TotalTime>31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VLÁDA ČESKÉ REPUBLIKY</vt:lpstr>
    </vt:vector>
  </TitlesOfParts>
  <Company>ÚVČR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subject/>
  <dc:creator>Bystřická Jana</dc:creator>
  <cp:keywords/>
  <cp:lastModifiedBy>Bystřická Jana</cp:lastModifiedBy>
  <cp:revision>2</cp:revision>
  <cp:lastPrinted>1899-12-31T23:00:00Z</cp:lastPrinted>
  <dcterms:created xsi:type="dcterms:W3CDTF">2016-01-22T06:42:00Z</dcterms:created>
  <dcterms:modified xsi:type="dcterms:W3CDTF">2016-01-22T07:35:00Z</dcterms:modified>
</cp:coreProperties>
</file>